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3124D6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E15F10">
        <w:rPr>
          <w:b/>
          <w:color w:val="FF5200" w:themeColor="accent2"/>
          <w:sz w:val="36"/>
          <w:szCs w:val="36"/>
        </w:rPr>
        <w:t>názvem „</w:t>
      </w:r>
      <w:r w:rsidR="00E15F10" w:rsidRPr="00E15F10">
        <w:rPr>
          <w:b/>
          <w:color w:val="FF5200" w:themeColor="accent2"/>
          <w:sz w:val="36"/>
          <w:szCs w:val="36"/>
        </w:rPr>
        <w:t xml:space="preserve">Zajištění licence </w:t>
      </w:r>
      <w:proofErr w:type="spellStart"/>
      <w:r w:rsidR="00E15F10" w:rsidRPr="00E15F10">
        <w:rPr>
          <w:b/>
          <w:color w:val="FF5200" w:themeColor="accent2"/>
          <w:sz w:val="36"/>
          <w:szCs w:val="36"/>
        </w:rPr>
        <w:t>MapInfo</w:t>
      </w:r>
      <w:proofErr w:type="spellEnd"/>
      <w:r w:rsidR="00E15F10" w:rsidRPr="00E15F10">
        <w:rPr>
          <w:b/>
          <w:color w:val="FF5200" w:themeColor="accent2"/>
          <w:sz w:val="36"/>
          <w:szCs w:val="36"/>
        </w:rPr>
        <w:t xml:space="preserve"> Pro 64-</w:t>
      </w:r>
      <w:proofErr w:type="gramStart"/>
      <w:r w:rsidR="00E15F10" w:rsidRPr="00E15F10">
        <w:rPr>
          <w:b/>
          <w:color w:val="FF5200" w:themeColor="accent2"/>
          <w:sz w:val="36"/>
          <w:szCs w:val="36"/>
        </w:rPr>
        <w:t>bit - SUBSCRIPTION</w:t>
      </w:r>
      <w:proofErr w:type="gramEnd"/>
      <w:r w:rsidR="0031280B" w:rsidRPr="00E15F10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641A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641A0" w:rsidRPr="001641A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34535/2024-SŽ-GŘ-O8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62468A2" w14:textId="1FACC1F5" w:rsidR="00F31FC2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7704518" w:history="1">
            <w:r w:rsidR="00F31FC2" w:rsidRPr="007366C0">
              <w:rPr>
                <w:rStyle w:val="Hypertextovodkaz"/>
                <w:noProof/>
              </w:rPr>
              <w:t>Kapitola 1.</w:t>
            </w:r>
            <w:r w:rsidR="00F31FC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31FC2" w:rsidRPr="007366C0">
              <w:rPr>
                <w:rStyle w:val="Hypertextovodkaz"/>
                <w:noProof/>
              </w:rPr>
              <w:t>Základní údaje k nabídce</w:t>
            </w:r>
            <w:r w:rsidR="00F31FC2">
              <w:rPr>
                <w:noProof/>
                <w:webHidden/>
              </w:rPr>
              <w:tab/>
            </w:r>
            <w:r w:rsidR="00F31FC2">
              <w:rPr>
                <w:noProof/>
                <w:webHidden/>
              </w:rPr>
              <w:fldChar w:fldCharType="begin"/>
            </w:r>
            <w:r w:rsidR="00F31FC2">
              <w:rPr>
                <w:noProof/>
                <w:webHidden/>
              </w:rPr>
              <w:instrText xml:space="preserve"> PAGEREF _Toc167704518 \h </w:instrText>
            </w:r>
            <w:r w:rsidR="00F31FC2">
              <w:rPr>
                <w:noProof/>
                <w:webHidden/>
              </w:rPr>
            </w:r>
            <w:r w:rsidR="00F31FC2">
              <w:rPr>
                <w:noProof/>
                <w:webHidden/>
              </w:rPr>
              <w:fldChar w:fldCharType="separate"/>
            </w:r>
            <w:r w:rsidR="00F31FC2">
              <w:rPr>
                <w:noProof/>
                <w:webHidden/>
              </w:rPr>
              <w:t>2</w:t>
            </w:r>
            <w:r w:rsidR="00F31FC2">
              <w:rPr>
                <w:noProof/>
                <w:webHidden/>
              </w:rPr>
              <w:fldChar w:fldCharType="end"/>
            </w:r>
          </w:hyperlink>
        </w:p>
        <w:p w14:paraId="5DCEE3AB" w14:textId="6C637ED6" w:rsidR="00F31FC2" w:rsidRDefault="00F31FC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04519" w:history="1">
            <w:r w:rsidRPr="007366C0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366C0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_Toc167704519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0108A3" w14:textId="0B9157B5" w:rsidR="00F31FC2" w:rsidRDefault="00F31FC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04520" w:history="1">
            <w:r w:rsidRPr="007366C0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366C0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_Toc167704520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B5362B" w14:textId="0CB9FE4C" w:rsidR="00F31FC2" w:rsidRDefault="00F31FC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04521" w:history="1">
            <w:r w:rsidRPr="007366C0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366C0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_Toc167704521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EC117A" w14:textId="7DE77292" w:rsidR="00F31FC2" w:rsidRDefault="00F31FC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04522" w:history="1">
            <w:r w:rsidRPr="007366C0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366C0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_Toc167704522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67208E" w14:textId="430E387C" w:rsidR="00F31FC2" w:rsidRDefault="00F31FC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04523" w:history="1">
            <w:r w:rsidRPr="007366C0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366C0">
              <w:rPr>
                <w:rStyle w:val="Hypertextovodkaz"/>
                <w:noProof/>
              </w:rPr>
              <w:t>Čestné</w:t>
            </w:r>
            <w:r w:rsidRPr="007366C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_Toc167704523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F58BA0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770451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D483F0B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E15F10">
        <w:rPr>
          <w:rFonts w:eastAsia="Times New Roman" w:cs="Times New Roman"/>
          <w:lang w:eastAsia="cs-CZ"/>
        </w:rPr>
        <w:t>podlimitní sektorovou veřejnou zakázku</w:t>
      </w:r>
      <w:r w:rsidR="00E15F10" w:rsidRPr="00E15F10">
        <w:rPr>
          <w:rFonts w:eastAsia="Times New Roman" w:cs="Times New Roman"/>
          <w:lang w:eastAsia="cs-CZ"/>
        </w:rPr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31FC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31FC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7704519"/>
      <w:r>
        <w:lastRenderedPageBreak/>
        <w:t>Ceník</w:t>
      </w:r>
      <w:bookmarkEnd w:id="1"/>
    </w:p>
    <w:p w14:paraId="3E5E9B0F" w14:textId="2C17A321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F31FC2">
        <w:rPr>
          <w:rStyle w:val="Siln"/>
          <w:b w:val="0"/>
          <w:bCs w:val="0"/>
        </w:rPr>
        <w:t>2</w:t>
      </w:r>
      <w:r w:rsidRPr="00F31FC2">
        <w:rPr>
          <w:rStyle w:val="Siln"/>
          <w:b w:val="0"/>
          <w:bCs w:val="0"/>
        </w:rPr>
        <w:t xml:space="preserve"> Závazného vzoru </w:t>
      </w:r>
      <w:r w:rsidR="00F31FC2" w:rsidRPr="00F31FC2">
        <w:rPr>
          <w:rStyle w:val="Siln"/>
          <w:b w:val="0"/>
          <w:bCs w:val="0"/>
        </w:rPr>
        <w:t>S</w:t>
      </w:r>
      <w:r w:rsidRPr="00F31FC2">
        <w:rPr>
          <w:rStyle w:val="Siln"/>
          <w:b w:val="0"/>
          <w:bCs w:val="0"/>
        </w:rPr>
        <w:t>mlouvy</w:t>
      </w:r>
      <w:r w:rsidR="00F31FC2" w:rsidRPr="00F31FC2">
        <w:rPr>
          <w:rStyle w:val="Siln"/>
          <w:b w:val="0"/>
          <w:bCs w:val="0"/>
        </w:rPr>
        <w:t xml:space="preserve"> o poskytnutí subskripce</w:t>
      </w:r>
      <w:r w:rsidRPr="00F31FC2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770452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770452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770452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770452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987ECD9" w14:textId="77777777" w:rsidR="00E85D44" w:rsidRDefault="00E85D44" w:rsidP="000B5E1C"/>
    <w:p w14:paraId="67A774CC" w14:textId="76BE6045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7FEEB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E2D31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EDCE63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BBCEC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9D1364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2B1152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0F37"/>
    <w:rsid w:val="00086B78"/>
    <w:rsid w:val="00090ACE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641A0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06045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5F24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DF20AA"/>
    <w:rsid w:val="00E15F10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1FC2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7</Pages>
  <Words>1146</Words>
  <Characters>6763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5</cp:revision>
  <cp:lastPrinted>2023-10-05T09:40:00Z</cp:lastPrinted>
  <dcterms:created xsi:type="dcterms:W3CDTF">2024-05-06T13:03:00Z</dcterms:created>
  <dcterms:modified xsi:type="dcterms:W3CDTF">2024-05-27T10:16:00Z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